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9453D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990139" wp14:editId="11D0AE5E">
            <wp:simplePos x="0" y="0"/>
            <wp:positionH relativeFrom="column">
              <wp:posOffset>1687416</wp:posOffset>
            </wp:positionH>
            <wp:positionV relativeFrom="paragraph">
              <wp:posOffset>-627850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C074A2" w:rsidRPr="00B9229F" w:rsidRDefault="00C074A2" w:rsidP="00C074A2">
      <w:pPr>
        <w:jc w:val="center"/>
        <w:rPr>
          <w:b/>
          <w:sz w:val="24"/>
        </w:rPr>
      </w:pPr>
      <w:r w:rsidRPr="00B9229F">
        <w:rPr>
          <w:b/>
          <w:sz w:val="24"/>
        </w:rPr>
        <w:t xml:space="preserve">Výměna zábleskových ochran v rozvodně VN, </w:t>
      </w:r>
      <w:proofErr w:type="spellStart"/>
      <w:r w:rsidRPr="00B9229F">
        <w:rPr>
          <w:b/>
          <w:sz w:val="24"/>
        </w:rPr>
        <w:t>obj</w:t>
      </w:r>
      <w:proofErr w:type="spellEnd"/>
      <w:r w:rsidRPr="00B9229F">
        <w:rPr>
          <w:b/>
          <w:sz w:val="24"/>
        </w:rPr>
        <w:t>.</w:t>
      </w:r>
      <w:r w:rsidR="0000058B">
        <w:rPr>
          <w:b/>
          <w:sz w:val="24"/>
        </w:rPr>
        <w:t xml:space="preserve"> </w:t>
      </w:r>
      <w:r w:rsidRPr="00B9229F">
        <w:rPr>
          <w:b/>
          <w:sz w:val="24"/>
        </w:rPr>
        <w:t>071 sklad Třemošná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</w:t>
      </w:r>
      <w:r w:rsidR="008C2667">
        <w:t xml:space="preserve"> 213/12</w:t>
      </w:r>
      <w:r>
        <w:t>,</w:t>
      </w:r>
      <w:r w:rsidR="008C2667">
        <w:t xml:space="preserve"> Holešovice, </w:t>
      </w:r>
      <w:r>
        <w:t xml:space="preserve"> PSČ 170 0</w:t>
      </w:r>
      <w:r w:rsidR="008C2667">
        <w:t>0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00058B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31"/>
      </w:tblGrid>
      <w:tr w:rsidR="00C30D59" w:rsidRPr="009A21C7" w:rsidTr="006908F8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531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6908F8" w:rsidRPr="009A21C7" w:rsidTr="006908F8">
        <w:tc>
          <w:tcPr>
            <w:tcW w:w="2660" w:type="dxa"/>
            <w:vAlign w:val="center"/>
          </w:tcPr>
          <w:p w:rsidR="006908F8" w:rsidRPr="009A0F9B" w:rsidRDefault="0000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6908F8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</w:p>
        </w:tc>
        <w:tc>
          <w:tcPr>
            <w:tcW w:w="2410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734 419 371</w:t>
            </w:r>
          </w:p>
        </w:tc>
        <w:tc>
          <w:tcPr>
            <w:tcW w:w="2531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proofErr w:type="spellStart"/>
            <w:r w:rsidRPr="006908F8">
              <w:rPr>
                <w:sz w:val="16"/>
                <w:szCs w:val="16"/>
              </w:rPr>
              <w:t>pavel.berg</w:t>
            </w:r>
            <w:proofErr w:type="spellEnd"/>
            <w:r w:rsidRPr="006908F8">
              <w:rPr>
                <w:sz w:val="16"/>
                <w:szCs w:val="16"/>
                <w:lang w:val="en-US"/>
              </w:rPr>
              <w:t>@</w:t>
            </w:r>
            <w:r w:rsidRPr="006908F8">
              <w:rPr>
                <w:sz w:val="16"/>
                <w:szCs w:val="16"/>
              </w:rPr>
              <w:t>ceproas.cz</w:t>
            </w:r>
          </w:p>
        </w:tc>
      </w:tr>
      <w:tr w:rsidR="006908F8" w:rsidRPr="009A21C7" w:rsidTr="006908F8">
        <w:tc>
          <w:tcPr>
            <w:tcW w:w="2660" w:type="dxa"/>
            <w:vAlign w:val="center"/>
          </w:tcPr>
          <w:p w:rsidR="006908F8" w:rsidRPr="009A0F9B" w:rsidRDefault="006908F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734 419 371</w:t>
            </w:r>
          </w:p>
        </w:tc>
        <w:tc>
          <w:tcPr>
            <w:tcW w:w="2531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proofErr w:type="spellStart"/>
            <w:r w:rsidRPr="006908F8">
              <w:rPr>
                <w:sz w:val="16"/>
                <w:szCs w:val="16"/>
              </w:rPr>
              <w:t>pavel.berg</w:t>
            </w:r>
            <w:proofErr w:type="spellEnd"/>
            <w:r w:rsidRPr="006908F8">
              <w:rPr>
                <w:sz w:val="16"/>
                <w:szCs w:val="16"/>
                <w:lang w:val="en-US"/>
              </w:rPr>
              <w:t>@</w:t>
            </w:r>
            <w:r w:rsidRPr="006908F8">
              <w:rPr>
                <w:sz w:val="16"/>
                <w:szCs w:val="16"/>
              </w:rPr>
              <w:t>ceproas.cz</w:t>
            </w:r>
          </w:p>
        </w:tc>
      </w:tr>
      <w:tr w:rsidR="006908F8" w:rsidRPr="009A21C7" w:rsidTr="006908F8">
        <w:tc>
          <w:tcPr>
            <w:tcW w:w="2660" w:type="dxa"/>
            <w:vAlign w:val="center"/>
          </w:tcPr>
          <w:p w:rsidR="006908F8" w:rsidRPr="009A0F9B" w:rsidRDefault="006908F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734 419 371</w:t>
            </w:r>
          </w:p>
        </w:tc>
        <w:tc>
          <w:tcPr>
            <w:tcW w:w="2531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proofErr w:type="spellStart"/>
            <w:r w:rsidRPr="006908F8">
              <w:rPr>
                <w:sz w:val="16"/>
                <w:szCs w:val="16"/>
              </w:rPr>
              <w:t>pavel.berg</w:t>
            </w:r>
            <w:proofErr w:type="spellEnd"/>
            <w:r w:rsidRPr="006908F8">
              <w:rPr>
                <w:sz w:val="16"/>
                <w:szCs w:val="16"/>
                <w:lang w:val="en-US"/>
              </w:rPr>
              <w:t>@</w:t>
            </w:r>
            <w:r w:rsidRPr="006908F8">
              <w:rPr>
                <w:sz w:val="16"/>
                <w:szCs w:val="16"/>
              </w:rPr>
              <w:t>ceproas.cz</w:t>
            </w:r>
          </w:p>
        </w:tc>
      </w:tr>
      <w:tr w:rsidR="006908F8" w:rsidRPr="009A21C7" w:rsidTr="006908F8">
        <w:tc>
          <w:tcPr>
            <w:tcW w:w="2660" w:type="dxa"/>
            <w:vAlign w:val="center"/>
          </w:tcPr>
          <w:p w:rsidR="006908F8" w:rsidRPr="009A0F9B" w:rsidRDefault="006908F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r w:rsidRPr="006908F8">
              <w:rPr>
                <w:sz w:val="16"/>
                <w:szCs w:val="16"/>
              </w:rPr>
              <w:t>734 419 371</w:t>
            </w:r>
          </w:p>
        </w:tc>
        <w:tc>
          <w:tcPr>
            <w:tcW w:w="2531" w:type="dxa"/>
            <w:vAlign w:val="center"/>
          </w:tcPr>
          <w:p w:rsidR="006908F8" w:rsidRPr="006908F8" w:rsidRDefault="006908F8" w:rsidP="00830634">
            <w:pPr>
              <w:jc w:val="left"/>
              <w:rPr>
                <w:sz w:val="16"/>
                <w:szCs w:val="16"/>
              </w:rPr>
            </w:pPr>
            <w:proofErr w:type="spellStart"/>
            <w:r w:rsidRPr="006908F8">
              <w:rPr>
                <w:sz w:val="16"/>
                <w:szCs w:val="16"/>
              </w:rPr>
              <w:t>pavel.berg</w:t>
            </w:r>
            <w:proofErr w:type="spellEnd"/>
            <w:r w:rsidRPr="006908F8">
              <w:rPr>
                <w:sz w:val="16"/>
                <w:szCs w:val="16"/>
                <w:lang w:val="en-US"/>
              </w:rPr>
              <w:t>@</w:t>
            </w:r>
            <w:r w:rsidRPr="006908F8">
              <w:rPr>
                <w:sz w:val="16"/>
                <w:szCs w:val="16"/>
              </w:rPr>
              <w:t>ceproas.cz</w:t>
            </w:r>
          </w:p>
        </w:tc>
      </w:tr>
      <w:tr w:rsidR="00AD47E0" w:rsidRPr="009A21C7" w:rsidTr="006908F8">
        <w:tc>
          <w:tcPr>
            <w:tcW w:w="2660" w:type="dxa"/>
            <w:vAlign w:val="center"/>
          </w:tcPr>
          <w:p w:rsidR="00AD47E0" w:rsidRPr="009A0F9B" w:rsidRDefault="00AD47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739 240 717</w:t>
            </w:r>
          </w:p>
        </w:tc>
        <w:tc>
          <w:tcPr>
            <w:tcW w:w="2531" w:type="dxa"/>
            <w:vAlign w:val="center"/>
          </w:tcPr>
          <w:p w:rsidR="00AD47E0" w:rsidRPr="00B42079" w:rsidRDefault="00AD47E0" w:rsidP="004B4B6B">
            <w:pPr>
              <w:jc w:val="left"/>
              <w:rPr>
                <w:sz w:val="16"/>
                <w:szCs w:val="16"/>
              </w:rPr>
            </w:pPr>
            <w:r w:rsidRPr="00B42079">
              <w:rPr>
                <w:sz w:val="16"/>
                <w:szCs w:val="16"/>
              </w:rPr>
              <w:t>Vaclav.koukolik@ceproas.cz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00058B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00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45184E" w:rsidRDefault="00B20BE0" w:rsidP="00B706D1">
      <w:pPr>
        <w:pStyle w:val="Odstavec2"/>
      </w:pPr>
      <w:r w:rsidRPr="0045184E">
        <w:t>Předmětem této Smlouvy je realizace díla „</w:t>
      </w:r>
      <w:r w:rsidR="00B706D1" w:rsidRPr="00B706D1">
        <w:t xml:space="preserve">Výměna zábleskových ochran v rozvodně VN, </w:t>
      </w:r>
      <w:proofErr w:type="spellStart"/>
      <w:r w:rsidR="00B706D1" w:rsidRPr="00B706D1">
        <w:t>obj</w:t>
      </w:r>
      <w:proofErr w:type="spellEnd"/>
      <w:r w:rsidR="00B706D1" w:rsidRPr="00B706D1">
        <w:t>.</w:t>
      </w:r>
      <w:r w:rsidR="0000058B">
        <w:t xml:space="preserve"> </w:t>
      </w:r>
      <w:r w:rsidR="00B706D1" w:rsidRPr="00B706D1">
        <w:t>071 sklad Třemošná</w:t>
      </w:r>
      <w:r w:rsidRPr="0045184E">
        <w:t xml:space="preserve">“, které zahrnuje zejména </w:t>
      </w:r>
      <w:r w:rsidR="00E55396" w:rsidRPr="0045184E">
        <w:t xml:space="preserve">demontáž </w:t>
      </w:r>
      <w:r w:rsidR="0009376E">
        <w:t xml:space="preserve">celého </w:t>
      </w:r>
      <w:r w:rsidR="00E55396" w:rsidRPr="0045184E">
        <w:t>stávající</w:t>
      </w:r>
      <w:r w:rsidR="007F6EA2">
        <w:t xml:space="preserve">ho systému zábleskových ochran v rozvodně 22kV a </w:t>
      </w:r>
      <w:r w:rsidR="0009376E">
        <w:t xml:space="preserve">nefunkčních zábleskových ochran ze 3ks kobek v rozvodně </w:t>
      </w:r>
      <w:r w:rsidR="007F6EA2">
        <w:t>6kV,</w:t>
      </w:r>
      <w:r w:rsidR="00E55396" w:rsidRPr="0045184E">
        <w:t xml:space="preserve"> </w:t>
      </w:r>
      <w:r w:rsidR="007F6EA2">
        <w:t xml:space="preserve">dodání a montáž nového systému zábleskových ochran pro rozvodnu 22 </w:t>
      </w:r>
      <w:proofErr w:type="spellStart"/>
      <w:r w:rsidR="007F6EA2">
        <w:t>kV</w:t>
      </w:r>
      <w:proofErr w:type="spellEnd"/>
      <w:r w:rsidR="007F6EA2">
        <w:t xml:space="preserve">, </w:t>
      </w:r>
      <w:r w:rsidR="009C0B2F">
        <w:t xml:space="preserve">montáž 3 ks funkčních ochran, demontovaných z rozvodny </w:t>
      </w:r>
      <w:proofErr w:type="gramStart"/>
      <w:r w:rsidR="009C0B2F">
        <w:t>22kV,  do</w:t>
      </w:r>
      <w:proofErr w:type="gramEnd"/>
      <w:r w:rsidR="009C0B2F">
        <w:t xml:space="preserve"> rozvodny 6kV, </w:t>
      </w:r>
      <w:r w:rsidRPr="0045184E">
        <w:tab/>
      </w:r>
      <w:r w:rsidR="0045184E" w:rsidRPr="0045184E">
        <w:t xml:space="preserve">revize </w:t>
      </w:r>
      <w:r w:rsidR="0009376E">
        <w:t>celých rozvoden 22kV a 6kV</w:t>
      </w:r>
      <w:r w:rsidR="0045184E" w:rsidRPr="0045184E">
        <w:t xml:space="preserve">, </w:t>
      </w:r>
      <w:r w:rsidRPr="0045184E">
        <w:t>vypracování</w:t>
      </w:r>
      <w:r w:rsidR="00E55396" w:rsidRPr="0045184E">
        <w:t xml:space="preserve"> </w:t>
      </w:r>
      <w:r w:rsidRPr="0045184E">
        <w:t>dokumentace skutečného provedení, vyzkoušení díla</w:t>
      </w:r>
      <w:r w:rsidR="0000058B">
        <w:t>, uvedení do provozu</w:t>
      </w:r>
      <w:r w:rsidRPr="0045184E">
        <w:t xml:space="preserve">  (dále jen „</w:t>
      </w:r>
      <w:r w:rsidRPr="0045184E">
        <w:rPr>
          <w:b/>
          <w:i/>
        </w:rPr>
        <w:t>Dílo</w:t>
      </w:r>
      <w:r w:rsidRPr="0045184E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91A0E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BE46AB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F91522">
        <w:t>4. 8. 2015</w:t>
      </w:r>
      <w:r>
        <w:t xml:space="preserve"> k zakázce č.</w:t>
      </w:r>
      <w:r w:rsidR="004B673A" w:rsidDel="004B673A">
        <w:t xml:space="preserve"> </w:t>
      </w:r>
      <w:r w:rsidR="00051858">
        <w:t xml:space="preserve">193/15/OCN </w:t>
      </w:r>
      <w:r>
        <w:t>, nazvané „</w:t>
      </w:r>
      <w:r w:rsidR="00BE46AB" w:rsidRPr="00BE46AB">
        <w:t xml:space="preserve">Výměna zábleskových ochran v rozvodně VN, </w:t>
      </w:r>
      <w:proofErr w:type="gramStart"/>
      <w:r w:rsidR="00BE46AB" w:rsidRPr="00BE46AB">
        <w:t>obj.071</w:t>
      </w:r>
      <w:proofErr w:type="gramEnd"/>
      <w:r w:rsidR="00BE46AB" w:rsidRPr="00BE46AB">
        <w:t xml:space="preserve"> sklad Třemošná</w:t>
      </w:r>
      <w:r w:rsidRPr="001F325E">
        <w:t>“,</w:t>
      </w:r>
      <w:r>
        <w:t xml:space="preserve">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B91A0E">
        <w:t>D</w:t>
      </w:r>
      <w:r w:rsidRPr="00AF68B0">
        <w:t>íla podle Zadávací dokumentace v celém jeho rozsahu a se všemi jeho součástmi.</w:t>
      </w:r>
    </w:p>
    <w:p w:rsidR="003B1BF5" w:rsidRDefault="00DD6392" w:rsidP="00DD6392">
      <w:pPr>
        <w:pStyle w:val="Odstavec2"/>
      </w:pPr>
      <w:r w:rsidRPr="0081118E">
        <w:t>Zhotovitel je povinen při provádění Díla postupovat dle způsobu provedení uvedeného v závazném podrobném popisu technologických postupů a prací, který je součástí Nabídky</w:t>
      </w:r>
      <w:r w:rsidR="00B91A0E">
        <w:t xml:space="preserve"> </w:t>
      </w:r>
      <w:r w:rsidR="00B91A0E" w:rsidRPr="00E44CD0">
        <w:t xml:space="preserve">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B91A0E">
        <w:t>S</w:t>
      </w:r>
      <w:r w:rsidR="00B91A0E" w:rsidRPr="00E44CD0">
        <w:t>taveniště</w:t>
      </w:r>
      <w:r w:rsidR="00994DF4" w:rsidRPr="0081118E">
        <w:t>.</w:t>
      </w:r>
    </w:p>
    <w:p w:rsidR="003B1BF5" w:rsidRDefault="003B1BF5" w:rsidP="003B1BF5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3B1BF5" w:rsidRDefault="003B1BF5" w:rsidP="003B1BF5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 a rovněž seznam techniky a vozidel, jež bude Zhotovitel užívat a pro něž Objednatel zajistí povolení pro vstup a vjezd na Staveniště do areálu skladu pohonných hmot.</w:t>
      </w:r>
    </w:p>
    <w:p w:rsidR="00994DF4" w:rsidRPr="0081118E" w:rsidRDefault="003B1BF5" w:rsidP="006C2538">
      <w:pPr>
        <w:pStyle w:val="Odstavec2"/>
      </w:pPr>
      <w:r w:rsidRPr="001B5C0B">
        <w:t xml:space="preserve">Zhotovitel se zavazuje provést veškeré zkoušky požadované </w:t>
      </w:r>
      <w:r>
        <w:t xml:space="preserve">platnými </w:t>
      </w:r>
      <w:r w:rsidRPr="001B5C0B">
        <w:t xml:space="preserve">právními předpisy a sjednané mezi Smluvními stranami. Zhotovitel se zavazuje provést vyzkoušení Díla spočívající v provedení </w:t>
      </w:r>
      <w:r>
        <w:t xml:space="preserve">zejména funkčních </w:t>
      </w:r>
      <w:r w:rsidRPr="001B5C0B">
        <w:t>zkoušek.</w:t>
      </w:r>
      <w:r w:rsidR="00DD6392" w:rsidRPr="0081118E">
        <w:t xml:space="preserve"> </w:t>
      </w:r>
    </w:p>
    <w:p w:rsidR="00994DF4" w:rsidRPr="0081118E" w:rsidRDefault="00DD6392" w:rsidP="00DD6392">
      <w:pPr>
        <w:pStyle w:val="Odstavec2"/>
      </w:pPr>
      <w:r w:rsidRPr="0081118E">
        <w:t xml:space="preserve">Objednatel zajistí pro realizaci Díla: </w:t>
      </w:r>
    </w:p>
    <w:p w:rsidR="00994DF4" w:rsidRPr="0081118E" w:rsidRDefault="00DD6392" w:rsidP="00994DF4">
      <w:pPr>
        <w:pStyle w:val="Odstavec2"/>
        <w:numPr>
          <w:ilvl w:val="1"/>
          <w:numId w:val="36"/>
        </w:numPr>
      </w:pPr>
      <w:r w:rsidRPr="0081118E">
        <w:t xml:space="preserve">povolení ke vstupu na pozemky a/nebo do prostor dotčených zhotovováním Díla (tj. na Staveniště), </w:t>
      </w:r>
    </w:p>
    <w:p w:rsidR="00994DF4" w:rsidRDefault="00DD6392" w:rsidP="00994DF4">
      <w:pPr>
        <w:pStyle w:val="Odstavec2"/>
        <w:numPr>
          <w:ilvl w:val="1"/>
          <w:numId w:val="35"/>
        </w:numPr>
      </w:pPr>
      <w:r w:rsidRPr="0081118E">
        <w:t>poskytne součinnost při realizaci Díla v termínech dohodnutých v Harmonogramu plnění,</w:t>
      </w:r>
    </w:p>
    <w:p w:rsidR="00C002C5" w:rsidRPr="004B673A" w:rsidRDefault="00C002C5" w:rsidP="00C002C5">
      <w:pPr>
        <w:pStyle w:val="Odstavecseseznamem"/>
        <w:numPr>
          <w:ilvl w:val="1"/>
          <w:numId w:val="35"/>
        </w:numPr>
        <w:rPr>
          <w:rFonts w:ascii="Arial" w:hAnsi="Arial" w:cs="Arial"/>
          <w:sz w:val="20"/>
          <w:szCs w:val="20"/>
        </w:rPr>
      </w:pPr>
      <w:r w:rsidRPr="00C002C5">
        <w:rPr>
          <w:rFonts w:ascii="Arial" w:hAnsi="Arial"/>
          <w:sz w:val="20"/>
          <w:szCs w:val="20"/>
        </w:rPr>
        <w:t xml:space="preserve">vypnutí </w:t>
      </w:r>
      <w:r w:rsidRPr="004B673A">
        <w:rPr>
          <w:rFonts w:ascii="Arial" w:hAnsi="Arial" w:cs="Arial"/>
          <w:sz w:val="20"/>
          <w:szCs w:val="20"/>
        </w:rPr>
        <w:t>rozvoden a zajištění náhradního zdroje el.</w:t>
      </w:r>
      <w:r w:rsidR="006C2538" w:rsidRPr="004B673A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B673A">
        <w:rPr>
          <w:rFonts w:ascii="Arial" w:hAnsi="Arial" w:cs="Arial"/>
          <w:sz w:val="20"/>
          <w:szCs w:val="20"/>
        </w:rPr>
        <w:t>energie</w:t>
      </w:r>
      <w:proofErr w:type="gramEnd"/>
      <w:r w:rsidRPr="004B673A">
        <w:rPr>
          <w:rFonts w:ascii="Arial" w:hAnsi="Arial" w:cs="Arial"/>
          <w:sz w:val="20"/>
          <w:szCs w:val="20"/>
        </w:rPr>
        <w:t xml:space="preserve"> pro areál ČEPRO a.s.</w:t>
      </w:r>
      <w:r w:rsidR="006C2538" w:rsidRPr="004B673A">
        <w:rPr>
          <w:rFonts w:ascii="Arial" w:hAnsi="Arial" w:cs="Arial"/>
          <w:sz w:val="20"/>
          <w:szCs w:val="20"/>
        </w:rPr>
        <w:t>, sklad Třemošná</w:t>
      </w:r>
      <w:r w:rsidR="004B673A">
        <w:rPr>
          <w:rFonts w:ascii="Arial" w:hAnsi="Arial" w:cs="Arial"/>
          <w:sz w:val="20"/>
          <w:szCs w:val="20"/>
        </w:rPr>
        <w:t>.</w:t>
      </w:r>
    </w:p>
    <w:p w:rsidR="006767D5" w:rsidRPr="006767D5" w:rsidRDefault="006767D5" w:rsidP="006767D5">
      <w:pPr>
        <w:pStyle w:val="Odstavecseseznamem"/>
        <w:numPr>
          <w:ilvl w:val="1"/>
          <w:numId w:val="35"/>
        </w:numPr>
        <w:rPr>
          <w:rFonts w:ascii="Arial" w:hAnsi="Arial"/>
          <w:sz w:val="20"/>
          <w:szCs w:val="20"/>
        </w:rPr>
      </w:pPr>
      <w:r w:rsidRPr="000E1BB2">
        <w:rPr>
          <w:rFonts w:ascii="Arial" w:hAnsi="Arial" w:cs="Arial"/>
          <w:sz w:val="20"/>
          <w:szCs w:val="20"/>
        </w:rPr>
        <w:lastRenderedPageBreak/>
        <w:t>požární asistenci jedné požární hlídky při</w:t>
      </w:r>
      <w:r w:rsidRPr="006767D5">
        <w:rPr>
          <w:rFonts w:ascii="Arial" w:hAnsi="Arial"/>
          <w:sz w:val="20"/>
          <w:szCs w:val="20"/>
        </w:rPr>
        <w:t xml:space="preserve"> pracích</w:t>
      </w:r>
      <w:r w:rsidR="00322CE2">
        <w:rPr>
          <w:rFonts w:ascii="Arial" w:hAnsi="Arial"/>
          <w:sz w:val="20"/>
          <w:szCs w:val="20"/>
        </w:rPr>
        <w:t xml:space="preserve"> Zhotovitele</w:t>
      </w:r>
      <w:r w:rsidRPr="006767D5">
        <w:rPr>
          <w:rFonts w:ascii="Arial" w:hAnsi="Arial"/>
          <w:sz w:val="20"/>
          <w:szCs w:val="20"/>
        </w:rPr>
        <w:t xml:space="preserve"> s otevřeným plamenem, broušení, řezání</w:t>
      </w:r>
    </w:p>
    <w:p w:rsidR="006767D5" w:rsidRPr="006767D5" w:rsidRDefault="006767D5" w:rsidP="006767D5">
      <w:pPr>
        <w:pStyle w:val="Odstavecseseznamem"/>
        <w:numPr>
          <w:ilvl w:val="1"/>
          <w:numId w:val="35"/>
        </w:numPr>
        <w:rPr>
          <w:rFonts w:ascii="Arial" w:hAnsi="Arial"/>
          <w:sz w:val="20"/>
          <w:szCs w:val="20"/>
        </w:rPr>
      </w:pPr>
      <w:r w:rsidRPr="006767D5">
        <w:rPr>
          <w:rFonts w:ascii="Arial" w:hAnsi="Arial"/>
          <w:sz w:val="20"/>
          <w:szCs w:val="20"/>
        </w:rPr>
        <w:t xml:space="preserve">vstupní proškolení pracovníků </w:t>
      </w:r>
      <w:r w:rsidR="006C2538">
        <w:rPr>
          <w:rFonts w:ascii="Arial" w:hAnsi="Arial"/>
          <w:sz w:val="20"/>
          <w:szCs w:val="20"/>
        </w:rPr>
        <w:t>a osob na straně Zhotovitele</w:t>
      </w:r>
      <w:r w:rsidRPr="006767D5">
        <w:rPr>
          <w:rFonts w:ascii="Arial" w:hAnsi="Arial"/>
          <w:sz w:val="20"/>
          <w:szCs w:val="20"/>
        </w:rPr>
        <w:t xml:space="preserve"> z podmínek BOZP, PO, PZH platných v areálu skladu pohonných hmot</w:t>
      </w:r>
      <w:r w:rsidR="006C2538">
        <w:rPr>
          <w:rFonts w:ascii="Arial" w:hAnsi="Arial"/>
          <w:sz w:val="20"/>
          <w:szCs w:val="20"/>
        </w:rPr>
        <w:t xml:space="preserve"> v místě plnění</w:t>
      </w:r>
      <w:r w:rsidRPr="006767D5">
        <w:rPr>
          <w:rFonts w:ascii="Arial" w:hAnsi="Arial"/>
          <w:sz w:val="20"/>
          <w:szCs w:val="20"/>
        </w:rPr>
        <w:t xml:space="preserve"> a seznámení s možnými riziky</w:t>
      </w:r>
    </w:p>
    <w:p w:rsidR="009C52C9" w:rsidRDefault="009C52C9" w:rsidP="009C52C9">
      <w:pPr>
        <w:pStyle w:val="Odstavec2"/>
      </w:pPr>
      <w:r w:rsidRPr="00656398">
        <w:t xml:space="preserve">Zhotovitel </w:t>
      </w:r>
      <w:r>
        <w:t>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E31F5">
      <w:pPr>
        <w:pStyle w:val="Odstavec2"/>
      </w:pPr>
      <w:r w:rsidRPr="007F3FC6">
        <w:t xml:space="preserve">Místem plnění je: </w:t>
      </w:r>
      <w:r w:rsidR="002A5DC3" w:rsidRPr="008A54A2">
        <w:t xml:space="preserve">ČEPRO, a.s., sklad Třemošná, </w:t>
      </w:r>
      <w:proofErr w:type="gramStart"/>
      <w:r w:rsidR="002A5DC3" w:rsidRPr="008A54A2">
        <w:t>čp.1057</w:t>
      </w:r>
      <w:proofErr w:type="gramEnd"/>
      <w:r w:rsidR="002A5DC3" w:rsidRPr="008A54A2">
        <w:t>, 330 11 Třemošná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CC601C">
        <w:t xml:space="preserve">bude </w:t>
      </w:r>
      <w:r w:rsidRPr="007F3FC6">
        <w:t>prováděno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6504BC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8873F7" w:rsidRDefault="007F3FC6" w:rsidP="007F3FC6">
      <w:pPr>
        <w:pStyle w:val="Odstavec2"/>
        <w:numPr>
          <w:ilvl w:val="0"/>
          <w:numId w:val="0"/>
        </w:numPr>
        <w:ind w:left="567"/>
      </w:pPr>
      <w:r w:rsidRPr="008873F7">
        <w:t xml:space="preserve">Zahájení </w:t>
      </w:r>
      <w:proofErr w:type="gramStart"/>
      <w:r w:rsidRPr="008873F7">
        <w:t xml:space="preserve">Díla: </w:t>
      </w:r>
      <w:r w:rsidR="008873F7" w:rsidRPr="008873F7">
        <w:t xml:space="preserve">   </w:t>
      </w:r>
      <w:r w:rsidR="008873F7">
        <w:t xml:space="preserve">               </w:t>
      </w:r>
      <w:r w:rsidR="0032713B">
        <w:t xml:space="preserve"> </w:t>
      </w:r>
      <w:r w:rsidR="000E1BB2">
        <w:t>září</w:t>
      </w:r>
      <w:proofErr w:type="gramEnd"/>
      <w:r w:rsidR="004B673A" w:rsidRPr="008873F7">
        <w:t xml:space="preserve">  </w:t>
      </w:r>
      <w:r w:rsidR="008873F7" w:rsidRPr="008873F7">
        <w:t>201</w:t>
      </w:r>
      <w:r w:rsidR="004B673A">
        <w:t>5</w:t>
      </w:r>
      <w:r w:rsidR="008873F7" w:rsidRPr="008873F7">
        <w:t>, do 10 dnů od písemné výzvy Objednatele</w:t>
      </w:r>
    </w:p>
    <w:p w:rsidR="007F3FC6" w:rsidRPr="008873F7" w:rsidRDefault="007F3FC6" w:rsidP="007F3FC6">
      <w:pPr>
        <w:pStyle w:val="Odstavec2"/>
        <w:numPr>
          <w:ilvl w:val="0"/>
          <w:numId w:val="0"/>
        </w:numPr>
        <w:ind w:left="567"/>
      </w:pPr>
      <w:r w:rsidRPr="008873F7">
        <w:t xml:space="preserve">Dokončení </w:t>
      </w:r>
      <w:r w:rsidR="008873F7">
        <w:t xml:space="preserve">a předání </w:t>
      </w:r>
      <w:r w:rsidRPr="008873F7">
        <w:t xml:space="preserve">Díla: </w:t>
      </w:r>
      <w:r w:rsidR="008873F7" w:rsidRPr="008873F7">
        <w:t xml:space="preserve">do </w:t>
      </w:r>
      <w:proofErr w:type="gramStart"/>
      <w:r w:rsidR="00D03DD8">
        <w:t>30.11.2015</w:t>
      </w:r>
      <w:proofErr w:type="gramEnd"/>
    </w:p>
    <w:p w:rsidR="007F3FC6" w:rsidRPr="008873F7" w:rsidRDefault="002F6183" w:rsidP="007F3FC6">
      <w:pPr>
        <w:pStyle w:val="Odstavec2"/>
        <w:numPr>
          <w:ilvl w:val="0"/>
          <w:numId w:val="0"/>
        </w:numPr>
        <w:ind w:left="567"/>
      </w:pPr>
      <w:r w:rsidRPr="008873F7">
        <w:t>Zhotovitel je povinen realizovat Dílo v termínech uvedených v Harmonogramu plnění uvedeném v Nabídce, resp. odsouhlaseném Objednatelem (dále jen „</w:t>
      </w:r>
      <w:r w:rsidRPr="008873F7">
        <w:rPr>
          <w:b/>
          <w:i/>
        </w:rPr>
        <w:t>Harmonogram plnění</w:t>
      </w:r>
      <w:r w:rsidRPr="008873F7">
        <w:t>“)</w:t>
      </w:r>
      <w:r w:rsidR="001F4ACF">
        <w:t>. Ze strany Objednatele schválený Harmonogram plnění je pro Zhotovitele závazný a stává se součástí této Smlouvy.</w:t>
      </w:r>
    </w:p>
    <w:p w:rsidR="007F3FC6" w:rsidRPr="008873F7" w:rsidRDefault="007F3FC6" w:rsidP="007F3FC6">
      <w:pPr>
        <w:pStyle w:val="Odstavec2"/>
      </w:pPr>
      <w:r w:rsidRPr="008873F7">
        <w:t xml:space="preserve">Řádné provedení Díla vyžaduje odstávku/y provozu </w:t>
      </w:r>
      <w:r w:rsidR="001F4ACF">
        <w:t>rozvoden v objektu 071</w:t>
      </w:r>
      <w:r w:rsidRPr="008873F7">
        <w:t>.</w:t>
      </w:r>
      <w:r w:rsidR="002F6183" w:rsidRPr="008873F7">
        <w:t xml:space="preserve"> Smluvní strany se dohodly, že postup prací i případných sjednaných odstávek provozu</w:t>
      </w:r>
      <w:r w:rsidR="001F4ACF">
        <w:t xml:space="preserve"> dotčeného objektu</w:t>
      </w:r>
      <w:r w:rsidR="002F6183" w:rsidRPr="008873F7">
        <w:t xml:space="preserve"> Objednatele se řídí dle Harmonogramu plnění. Objednatel </w:t>
      </w:r>
      <w:r w:rsidR="00220C26">
        <w:t xml:space="preserve">v rámci své součinnosti zajistí odstávku provozu rozvoden v termínu dle schváleného Harmonogramu plnění, přičemž </w:t>
      </w:r>
      <w:r w:rsidR="002F6183" w:rsidRPr="008873F7">
        <w:t xml:space="preserve">je </w:t>
      </w:r>
      <w:r w:rsidR="00220C26">
        <w:t xml:space="preserve">Objednatel </w:t>
      </w:r>
      <w:r w:rsidR="002F6183" w:rsidRPr="008873F7">
        <w:t xml:space="preserve">povinen potvrdit </w:t>
      </w:r>
      <w:r w:rsidR="00220C26">
        <w:t xml:space="preserve">Zhotoviteli </w:t>
      </w:r>
      <w:r w:rsidR="002F6183" w:rsidRPr="008873F7">
        <w:t xml:space="preserve">písemně termín odstávky nebo určit jiný termín odstávky, vždy nejpozději </w:t>
      </w:r>
      <w:r w:rsidR="000C196E">
        <w:t>3</w:t>
      </w:r>
      <w:r w:rsidR="007116A8">
        <w:t>0</w:t>
      </w:r>
      <w:r w:rsidR="002F6183" w:rsidRPr="008873F7">
        <w:t xml:space="preserve"> </w:t>
      </w:r>
      <w:r w:rsidR="007116A8">
        <w:t>kalendářních</w:t>
      </w:r>
      <w:r w:rsidR="007116A8" w:rsidRPr="008873F7">
        <w:t xml:space="preserve"> </w:t>
      </w:r>
      <w:r w:rsidR="002F6183" w:rsidRPr="008873F7">
        <w:t>dn</w:t>
      </w:r>
      <w:r w:rsidR="007116A8">
        <w:t>ů</w:t>
      </w:r>
      <w:r w:rsidR="002F6183" w:rsidRPr="008873F7">
        <w:t xml:space="preserve"> před termínem zahájení plánované odstávky.</w:t>
      </w:r>
      <w:r w:rsidR="00220C26">
        <w:t xml:space="preserve"> Odstávka rozvoden bude vždy naplánována na sobotu.</w:t>
      </w:r>
      <w:r w:rsidR="002F6183" w:rsidRPr="008873F7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C82377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C82377">
        <w:t>jednorázově.</w:t>
      </w:r>
    </w:p>
    <w:p w:rsidR="00521FE0" w:rsidRPr="00C82377" w:rsidRDefault="00521FE0" w:rsidP="0096710E">
      <w:pPr>
        <w:pStyle w:val="Odstavec3"/>
      </w:pPr>
      <w:r w:rsidRPr="00D20394">
        <w:t>Součástí předání a převzetí Staveniště je i předání dokumentů stanovených obecně závaznými právními předpisy</w:t>
      </w:r>
      <w:r w:rsidR="00A10E53">
        <w:t>.</w:t>
      </w:r>
    </w:p>
    <w:p w:rsidR="00521FE0" w:rsidRPr="00C82377" w:rsidRDefault="00521FE0" w:rsidP="00521FE0">
      <w:pPr>
        <w:pStyle w:val="Odstavec3"/>
      </w:pPr>
      <w:r w:rsidRPr="00C82377">
        <w:t>Zhotovitel je povinen předat vyklizené Staveniště bez vad 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1F4ACF" w:rsidRPr="006042EA" w:rsidRDefault="001F4ACF" w:rsidP="001F4ACF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1F4ACF" w:rsidRDefault="001F4ACF" w:rsidP="001F4ACF">
      <w:pPr>
        <w:pStyle w:val="Odstavec2"/>
        <w:numPr>
          <w:ilvl w:val="1"/>
          <w:numId w:val="4"/>
        </w:numPr>
      </w:pPr>
      <w:r w:rsidRPr="00C74D5D">
        <w:lastRenderedPageBreak/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E5FC1" w:rsidRDefault="005C5D01" w:rsidP="005C5D01">
      <w:pPr>
        <w:pStyle w:val="Odstavec2"/>
        <w:numPr>
          <w:ilvl w:val="0"/>
          <w:numId w:val="0"/>
        </w:numPr>
        <w:ind w:left="567"/>
      </w:pPr>
      <w:r w:rsidRPr="000E5FC1">
        <w:t>uhrazena jednorázově po řádném a úplném dokončení celého Díla, na základě faktury – daňového dokladu (dále jen „</w:t>
      </w:r>
      <w:r w:rsidRPr="000E5FC1">
        <w:rPr>
          <w:b/>
          <w:i/>
        </w:rPr>
        <w:t>faktura</w:t>
      </w:r>
      <w:r w:rsidRPr="000E5FC1">
        <w:t xml:space="preserve">“) vystavené po předání a převzetí Díla, o kterém </w:t>
      </w:r>
      <w:r w:rsidR="00E00091" w:rsidRPr="000E5FC1">
        <w:t xml:space="preserve">bude sepsán Protokol o předání </w:t>
      </w:r>
      <w:r w:rsidRPr="000E5FC1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164653" w:rsidRPr="00164653" w:rsidRDefault="00164653" w:rsidP="00164653">
      <w:pPr>
        <w:pStyle w:val="Odstavecseseznamem"/>
        <w:numPr>
          <w:ilvl w:val="3"/>
          <w:numId w:val="28"/>
        </w:numPr>
        <w:rPr>
          <w:rFonts w:ascii="Arial" w:hAnsi="Arial"/>
          <w:sz w:val="20"/>
          <w:szCs w:val="20"/>
        </w:rPr>
      </w:pPr>
      <w:r w:rsidRPr="00164653">
        <w:rPr>
          <w:rFonts w:ascii="Arial" w:hAnsi="Arial"/>
          <w:sz w:val="20"/>
          <w:szCs w:val="20"/>
        </w:rPr>
        <w:t>V případě užití elektronické fakturace bude mezi stranami uzavřena samostatná dohoda o elektronické fakturaci.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322CE2">
        <w:t>60</w:t>
      </w:r>
      <w:r w:rsidR="00322CE2" w:rsidRPr="00E00091">
        <w:t xml:space="preserve"> </w:t>
      </w:r>
      <w:r w:rsidRPr="00E00091">
        <w:t>dnů od jejího doručení Objednateli</w:t>
      </w:r>
      <w:r>
        <w:t>.</w:t>
      </w:r>
    </w:p>
    <w:p w:rsidR="00164653" w:rsidRDefault="00164653" w:rsidP="00164653">
      <w:pPr>
        <w:pStyle w:val="Odstavec2"/>
      </w:pPr>
      <w:r>
        <w:t>Na faktuře bude uvedeno číslo objednávky Objednatele……………………</w:t>
      </w:r>
      <w:proofErr w:type="gramStart"/>
      <w:r>
        <w:t>…...</w:t>
      </w:r>
      <w:proofErr w:type="gramEnd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D20394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D20394">
        <w:t xml:space="preserve">uskuteční </w:t>
      </w:r>
      <w:r w:rsidR="00E322F9" w:rsidRPr="0096710E">
        <w:t>po řádném dokončení celého Díla</w:t>
      </w:r>
      <w:r w:rsidR="000E5FC1" w:rsidRPr="0096710E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DD43D3" w:rsidRDefault="00DD43D3" w:rsidP="00DD43D3">
      <w:pPr>
        <w:pStyle w:val="Body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DD43D3" w:rsidRDefault="00DD43D3" w:rsidP="00DD43D3">
      <w:pPr>
        <w:pStyle w:val="Body"/>
      </w:pPr>
      <w:r>
        <w:t xml:space="preserve">pracovní deník - originál pro archivaci </w:t>
      </w:r>
      <w:r w:rsidR="00002C34">
        <w:t xml:space="preserve">Objednatele </w:t>
      </w:r>
      <w:r>
        <w:t xml:space="preserve">a jednu kopii, v pracovním deníku bude zapsán postup realizace </w:t>
      </w:r>
      <w:r w:rsidR="00002C34">
        <w:t>D</w:t>
      </w:r>
      <w:r>
        <w:t>íla a skutečnosti mající vliv na jeho kvalitu</w:t>
      </w:r>
    </w:p>
    <w:p w:rsidR="00DD43D3" w:rsidRDefault="00DD43D3" w:rsidP="00DD43D3">
      <w:pPr>
        <w:pStyle w:val="Body"/>
      </w:pPr>
      <w:r>
        <w:t>atesty, certifikáty a osvědčení o jakosti (zkouškách) použitých materiálů, strojů a zařízení</w:t>
      </w:r>
    </w:p>
    <w:p w:rsidR="00DD43D3" w:rsidRDefault="00DD43D3" w:rsidP="00DD43D3">
      <w:pPr>
        <w:pStyle w:val="Body"/>
      </w:pPr>
      <w:r>
        <w:t xml:space="preserve">návod k použití, k obsluze a údržbě s ohledem na bezpečnost práce </w:t>
      </w:r>
    </w:p>
    <w:p w:rsidR="00DD43D3" w:rsidRDefault="00DD43D3" w:rsidP="00DD43D3">
      <w:pPr>
        <w:pStyle w:val="Body"/>
      </w:pPr>
      <w:r>
        <w:t xml:space="preserve">revizní zprávu </w:t>
      </w:r>
      <w:r w:rsidR="00A10E53">
        <w:t xml:space="preserve">elektrického zařízení celé rozvodny </w:t>
      </w:r>
      <w:r>
        <w:t xml:space="preserve">po </w:t>
      </w:r>
      <w:r w:rsidR="00002C34">
        <w:t xml:space="preserve">provedení prací na Díle </w:t>
      </w:r>
      <w:r>
        <w:t>ke každé rozvodně zvlášť</w:t>
      </w:r>
    </w:p>
    <w:p w:rsidR="00DD43D3" w:rsidRDefault="00DD43D3" w:rsidP="00DD43D3">
      <w:pPr>
        <w:pStyle w:val="Body"/>
      </w:pPr>
      <w:r>
        <w:t>záruční listy</w:t>
      </w:r>
    </w:p>
    <w:p w:rsidR="00DD43D3" w:rsidRDefault="00DD43D3" w:rsidP="00DD43D3">
      <w:pPr>
        <w:pStyle w:val="Body"/>
      </w:pPr>
      <w:r>
        <w:t xml:space="preserve">dokumentaci skutečného provedení </w:t>
      </w:r>
      <w:r w:rsidR="00002C34">
        <w:t>D</w:t>
      </w:r>
      <w:r>
        <w:t>íla (včetně aktualizace schémat zapojení rozvoden</w:t>
      </w:r>
      <w:r w:rsidR="00002C34">
        <w:t>)</w:t>
      </w:r>
      <w:r>
        <w:t>,</w:t>
      </w:r>
      <w:r w:rsidR="00002C34">
        <w:t xml:space="preserve"> a</w:t>
      </w:r>
      <w:r>
        <w:t xml:space="preserve"> fotodokumentace</w:t>
      </w:r>
    </w:p>
    <w:p w:rsidR="00DD43D3" w:rsidRDefault="00DD43D3" w:rsidP="00DD43D3">
      <w:pPr>
        <w:pStyle w:val="Body"/>
      </w:pPr>
      <w:r>
        <w:t>protokol o funkčních zkouškách</w:t>
      </w:r>
      <w:r w:rsidR="00252ACF">
        <w:t xml:space="preserve"> zábleskových ochran</w:t>
      </w:r>
      <w:r>
        <w:t xml:space="preserve"> (ověření spolehlivosti funkce)</w:t>
      </w:r>
    </w:p>
    <w:p w:rsidR="00DD43D3" w:rsidRDefault="00DD43D3" w:rsidP="00DD43D3">
      <w:pPr>
        <w:pStyle w:val="Body"/>
      </w:pPr>
      <w:r>
        <w:t xml:space="preserve">doklady o ekologické likvidaci demontovaného materiálu </w:t>
      </w:r>
      <w:r w:rsidR="00002C34">
        <w:t>vyjma kovového, který Zhotovitel uloží u Objednatele</w:t>
      </w:r>
      <w:r>
        <w:t xml:space="preserve"> </w:t>
      </w:r>
      <w:r w:rsidR="00220C26">
        <w:t xml:space="preserve">a vyjma Objednatelem určených součástek a komponent (např. součástek demontovaných z rozvodny 22 </w:t>
      </w:r>
      <w:proofErr w:type="spellStart"/>
      <w:r w:rsidR="00220C26">
        <w:t>kV</w:t>
      </w:r>
      <w:proofErr w:type="spellEnd"/>
      <w:r w:rsidR="00220C26">
        <w:t xml:space="preserve"> a užitých pro výměnu ochran v rozvodně 6kV)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E4334E" w:rsidRDefault="00CD1BFE" w:rsidP="00CD1BFE">
      <w:pPr>
        <w:pStyle w:val="Odstavec2"/>
        <w:numPr>
          <w:ilvl w:val="0"/>
          <w:numId w:val="29"/>
        </w:numPr>
      </w:pPr>
      <w:proofErr w:type="gramStart"/>
      <w:r w:rsidRPr="00E4334E">
        <w:t>…..</w:t>
      </w:r>
      <w:r w:rsidR="00252ACF" w:rsidRPr="00E4334E">
        <w:t>2</w:t>
      </w:r>
      <w:r w:rsidRPr="00E4334E">
        <w:t xml:space="preserve"> v listinné</w:t>
      </w:r>
      <w:proofErr w:type="gramEnd"/>
      <w:r w:rsidRPr="00E4334E">
        <w:t xml:space="preserve"> podobě;</w:t>
      </w:r>
    </w:p>
    <w:p w:rsidR="00CD1BFE" w:rsidRDefault="00CD1BFE" w:rsidP="00CD1BFE">
      <w:pPr>
        <w:pStyle w:val="Odstavec2"/>
        <w:numPr>
          <w:ilvl w:val="0"/>
          <w:numId w:val="29"/>
        </w:numPr>
      </w:pPr>
      <w:proofErr w:type="gramStart"/>
      <w:r w:rsidRPr="00E4334E">
        <w:t>…..</w:t>
      </w:r>
      <w:r w:rsidR="00252ACF" w:rsidRPr="00E4334E">
        <w:t>2</w:t>
      </w:r>
      <w:r w:rsidRPr="00E4334E">
        <w:t xml:space="preserve"> v elektronické</w:t>
      </w:r>
      <w:proofErr w:type="gramEnd"/>
      <w:r w:rsidRPr="00E4334E">
        <w:t xml:space="preserve"> podobě ve formátu </w:t>
      </w:r>
      <w:proofErr w:type="spellStart"/>
      <w:r w:rsidRPr="00E4334E">
        <w:t>docx</w:t>
      </w:r>
      <w:proofErr w:type="spellEnd"/>
      <w:r w:rsidRPr="00E4334E">
        <w:t xml:space="preserve"> / </w:t>
      </w:r>
      <w:proofErr w:type="spellStart"/>
      <w:r w:rsidRPr="00E4334E">
        <w:t>xlsx</w:t>
      </w:r>
      <w:proofErr w:type="spellEnd"/>
      <w:r w:rsidRPr="00E4334E">
        <w:t xml:space="preserve"> / </w:t>
      </w:r>
      <w:proofErr w:type="spellStart"/>
      <w:r w:rsidRPr="00E4334E">
        <w:t>pdf</w:t>
      </w:r>
      <w:proofErr w:type="spellEnd"/>
      <w:r w:rsidRPr="00E4334E">
        <w:t xml:space="preserve"> / …...</w:t>
      </w:r>
      <w:r w:rsidR="00002C34" w:rsidRPr="00E4334E">
        <w:t>dle charakteru dokumentu</w:t>
      </w:r>
    </w:p>
    <w:p w:rsidR="007E4B5D" w:rsidRPr="00E4334E" w:rsidRDefault="007E4B5D" w:rsidP="007E4B5D">
      <w:pPr>
        <w:pStyle w:val="Odstavec2"/>
        <w:numPr>
          <w:ilvl w:val="0"/>
          <w:numId w:val="0"/>
        </w:numPr>
        <w:ind w:left="1287"/>
      </w:pP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lastRenderedPageBreak/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</w:t>
      </w:r>
      <w:r w:rsidR="00002C34">
        <w:t xml:space="preserve">na Dílo </w:t>
      </w:r>
      <w:r w:rsidRPr="00CD1BFE">
        <w:t xml:space="preserve">se sjednává v délce trvání </w:t>
      </w:r>
      <w:r w:rsidR="002A5DC3">
        <w:t>36</w:t>
      </w:r>
      <w:r w:rsidR="00657BC6">
        <w:t xml:space="preserve">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9F2F27">
        <w:t xml:space="preserve">začít s odstraňováním </w:t>
      </w:r>
      <w:r w:rsidR="00A52642">
        <w:t xml:space="preserve">případných </w:t>
      </w:r>
      <w:r w:rsidR="009F2F27">
        <w:t xml:space="preserve">vad </w:t>
      </w:r>
      <w:r w:rsidR="00002C34">
        <w:t>Díla</w:t>
      </w:r>
      <w:r w:rsidR="009F2F27">
        <w:t xml:space="preserve"> do 5 pracovních dnů od uplatnění reklamace </w:t>
      </w:r>
      <w:r w:rsidR="00002C34">
        <w:t>O</w:t>
      </w:r>
      <w:r w:rsidR="009F2F27">
        <w:t xml:space="preserve">bjednatelem. U vady druhu </w:t>
      </w:r>
      <w:r w:rsidR="00002C34">
        <w:t>H</w:t>
      </w:r>
      <w:r w:rsidR="009F2F27">
        <w:t>avárie</w:t>
      </w:r>
      <w:r w:rsidR="00A52642">
        <w:t xml:space="preserve"> je </w:t>
      </w:r>
      <w:r w:rsidR="00002C34">
        <w:t>Z</w:t>
      </w:r>
      <w:r w:rsidR="00A52642">
        <w:t xml:space="preserve">hotovitel povinen začít s odstraňováním vad do 24 hodin </w:t>
      </w:r>
      <w:r w:rsidR="00220C26">
        <w:t>(</w:t>
      </w:r>
      <w:r w:rsidR="00A52642">
        <w:t>a to i v případě, že reklamaci neuzná</w:t>
      </w:r>
      <w:r w:rsidR="00220C26">
        <w:t>)</w:t>
      </w:r>
      <w:r w:rsidR="00A52642">
        <w:t xml:space="preserve"> a vady odstranit v co nejkratším technicky možném čase. </w:t>
      </w:r>
      <w:r w:rsidR="00002C34">
        <w:t>Nebude-li užit sjednaný postup dle VOP, t</w:t>
      </w:r>
      <w:r w:rsidR="00A52642">
        <w:t xml:space="preserve">ermín odstranění vad se </w:t>
      </w:r>
      <w:r w:rsidR="00002C34">
        <w:t>S</w:t>
      </w:r>
      <w:r w:rsidR="00A52642">
        <w:t>mluvní strany zavazují písemně dohodnout</w:t>
      </w:r>
      <w:r w:rsidR="00002C34">
        <w:t>,</w:t>
      </w:r>
      <w:r w:rsidR="00A52642">
        <w:t xml:space="preserve"> a to nejpozději do 2 pracovních dnů od uplatnění reklamace</w:t>
      </w:r>
      <w:r w:rsidR="00002C34">
        <w:t xml:space="preserve"> s ohledem na charakter vady</w:t>
      </w:r>
      <w:r w:rsidR="00A52642">
        <w:t>.</w:t>
      </w:r>
      <w:r w:rsidR="00A52642" w:rsidDel="00A52642">
        <w:t xml:space="preserve"> 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FE1A76" w:rsidRDefault="00216448" w:rsidP="00216448">
      <w:pPr>
        <w:pStyle w:val="Odstavec2"/>
      </w:pPr>
      <w:r w:rsidRPr="00FE1A76">
        <w:t xml:space="preserve">Zhotovitel prohlašuje, že má ke dni podpisu Smlouvy platně </w:t>
      </w:r>
      <w:r w:rsidRPr="00FE1A76">
        <w:rPr>
          <w:iCs/>
        </w:rPr>
        <w:t>uzavřeno příslušné pojištění</w:t>
      </w:r>
    </w:p>
    <w:p w:rsidR="00216448" w:rsidRPr="00E4334E" w:rsidRDefault="00216448" w:rsidP="00216448">
      <w:pPr>
        <w:pStyle w:val="Odstavec2"/>
        <w:numPr>
          <w:ilvl w:val="0"/>
          <w:numId w:val="32"/>
        </w:numPr>
      </w:pPr>
      <w:r w:rsidRPr="00FE1A76">
        <w:t>pro případ odpovědnosti za škodu způsobenou třetí osobě vzniklou v souvislosti s výkonem jeho podnikatelské činnosti s pojistným plněním ve výši min</w:t>
      </w:r>
      <w:r w:rsidRPr="00E4334E">
        <w:t xml:space="preserve">. </w:t>
      </w:r>
      <w:r w:rsidR="00657BC6" w:rsidRPr="00E4334E">
        <w:t>1</w:t>
      </w:r>
      <w:r w:rsidR="00252ACF" w:rsidRPr="00E4334E">
        <w:t>0</w:t>
      </w:r>
      <w:r w:rsidR="00657BC6" w:rsidRPr="00E4334E">
        <w:t>.000.000</w:t>
      </w:r>
      <w:r w:rsidR="00C556F1" w:rsidRPr="00E4334E">
        <w:t>,</w:t>
      </w:r>
      <w:r w:rsidRPr="00E4334E">
        <w:t>- Kč.</w:t>
      </w:r>
    </w:p>
    <w:p w:rsidR="00216448" w:rsidRPr="00E4334E" w:rsidRDefault="00216448" w:rsidP="00216448">
      <w:pPr>
        <w:pStyle w:val="Odstavec2"/>
        <w:numPr>
          <w:ilvl w:val="0"/>
          <w:numId w:val="32"/>
        </w:numPr>
      </w:pPr>
      <w:r w:rsidRPr="00E4334E">
        <w:t xml:space="preserve">pro případ odpovědnosti za škodu na majetku s pojistným plněním ve výši min. </w:t>
      </w:r>
      <w:r w:rsidR="00657BC6" w:rsidRPr="00E4334E">
        <w:t>1</w:t>
      </w:r>
      <w:r w:rsidR="00252ACF" w:rsidRPr="00E4334E">
        <w:t>0</w:t>
      </w:r>
      <w:r w:rsidR="00657BC6" w:rsidRPr="00E4334E">
        <w:t>.000.000</w:t>
      </w:r>
      <w:r w:rsidRPr="00E4334E">
        <w:t>,- Kč.</w:t>
      </w:r>
    </w:p>
    <w:p w:rsidR="00216448" w:rsidRPr="00FE1A76" w:rsidRDefault="00280022" w:rsidP="00280022">
      <w:pPr>
        <w:pStyle w:val="Odstavec2"/>
      </w:pPr>
      <w:r w:rsidRPr="00FE1A76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FE1A76" w:rsidRDefault="00280022" w:rsidP="00280022">
      <w:pPr>
        <w:pStyle w:val="Odstavec2"/>
      </w:pPr>
      <w:r w:rsidRPr="00FE1A76">
        <w:rPr>
          <w:iCs/>
        </w:rPr>
        <w:t xml:space="preserve">Nezajistí-li Zhotovitel nepřetržité trvání pojištění v dohodnutém rozsahu po dohodnutou dobu, </w:t>
      </w:r>
      <w:proofErr w:type="gramStart"/>
      <w:r w:rsidR="00C556F1">
        <w:rPr>
          <w:iCs/>
        </w:rPr>
        <w:t>tj.  po</w:t>
      </w:r>
      <w:proofErr w:type="gramEnd"/>
      <w:r w:rsidR="00C556F1">
        <w:rPr>
          <w:iCs/>
        </w:rPr>
        <w:t xml:space="preserve"> dobu trvání této Smlouvy, </w:t>
      </w:r>
      <w:r w:rsidRPr="00FE1A76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Pr="00FE1A76" w:rsidRDefault="00280022" w:rsidP="00280022">
      <w:pPr>
        <w:pStyle w:val="lnek"/>
      </w:pPr>
      <w:r w:rsidRPr="00FE1A76">
        <w:t>Smluvní pokuty a úrok z prodlení</w:t>
      </w:r>
    </w:p>
    <w:p w:rsidR="00FE1A76" w:rsidRPr="00853B5B" w:rsidRDefault="00280022" w:rsidP="00280022">
      <w:pPr>
        <w:pStyle w:val="Odstavec2"/>
      </w:pPr>
      <w:r w:rsidRPr="00853B5B">
        <w:t xml:space="preserve">Smluvní strana je oprávněna v případě prodlení druhé Smluvní strany s úhradou peněžitého plnění požadovat úhradu úroku z prodlení v zákonné výši </w:t>
      </w:r>
      <w:r w:rsidR="00FE1A76" w:rsidRPr="00853B5B">
        <w:t>podle občanskoprávních předpisů</w:t>
      </w:r>
      <w:r w:rsidR="0081158F">
        <w:t>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FE1A76" w:rsidRPr="00853B5B">
        <w:rPr>
          <w:bCs/>
        </w:rPr>
        <w:t>0,2</w:t>
      </w:r>
      <w:r w:rsidRPr="00853B5B">
        <w:rPr>
          <w:bCs/>
        </w:rPr>
        <w:t xml:space="preserve"> % z Ceny díla za každý i započatý den prodlení.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FE1A76" w:rsidRPr="00853B5B">
        <w:rPr>
          <w:bCs/>
        </w:rPr>
        <w:t>10.000</w:t>
      </w:r>
      <w:r w:rsidRPr="00853B5B">
        <w:rPr>
          <w:bCs/>
        </w:rPr>
        <w:t>,- Kč.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>Pokud</w:t>
      </w:r>
      <w:r w:rsidRPr="00853B5B">
        <w:t xml:space="preserve"> Zhotovitel neodstraní nedodělky či vady zjištěné při přejímacím řízení v dohodnutém termínu, je Objednatel oprávněn požadovat po Zhotoviteli úhradu smluvní pokuty </w:t>
      </w:r>
      <w:r w:rsidR="00FE1A76" w:rsidRPr="00853B5B">
        <w:t>1.000</w:t>
      </w:r>
      <w:r w:rsidRPr="00853B5B">
        <w:t>,- Kč za každý nedodělek či vadu a za každý den prodlení.</w:t>
      </w:r>
    </w:p>
    <w:p w:rsidR="00280022" w:rsidRPr="00853B5B" w:rsidRDefault="00280022" w:rsidP="00280022">
      <w:pPr>
        <w:pStyle w:val="Odstavec2"/>
      </w:pPr>
      <w:r w:rsidRPr="00853B5B">
        <w:t xml:space="preserve">Pokud Zhotovitel nevyklidí Staveniště ve sjednaném termínu, je Objednatel oprávněn požadovat po Zhotoviteli úhradu smluvní pokuty ve výši </w:t>
      </w:r>
      <w:r w:rsidR="00FE1A76" w:rsidRPr="00853B5B">
        <w:t>1.000</w:t>
      </w:r>
      <w:r w:rsidRPr="00853B5B">
        <w:t>,- Kč za každý i započatý den prodlení.</w:t>
      </w:r>
    </w:p>
    <w:p w:rsidR="00280022" w:rsidRPr="00853B5B" w:rsidRDefault="00280022" w:rsidP="00280022">
      <w:pPr>
        <w:pStyle w:val="Odstavec2"/>
      </w:pPr>
      <w:r w:rsidRPr="00853B5B">
        <w:rPr>
          <w:bCs/>
        </w:rPr>
        <w:t>Smluvní pokuta za neodstranění reklamovaných vad v záruční době</w:t>
      </w:r>
    </w:p>
    <w:p w:rsidR="00280022" w:rsidRPr="00853B5B" w:rsidRDefault="00280022" w:rsidP="00280022">
      <w:pPr>
        <w:pStyle w:val="Odstavec3"/>
      </w:pPr>
      <w:r w:rsidRPr="00853B5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FE1A76" w:rsidRPr="00853B5B">
        <w:t>1.000</w:t>
      </w:r>
      <w:r w:rsidRPr="00853B5B">
        <w:t>,- Kč za každou vadu a den prodlení.</w:t>
      </w:r>
    </w:p>
    <w:p w:rsidR="00280022" w:rsidRPr="00853B5B" w:rsidRDefault="00280022" w:rsidP="00280022">
      <w:pPr>
        <w:pStyle w:val="Odstavec3"/>
      </w:pPr>
      <w:r w:rsidRPr="00853B5B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FE1A76" w:rsidRPr="00853B5B">
        <w:t>1.000</w:t>
      </w:r>
      <w:r w:rsidRPr="00853B5B">
        <w:t>,- Kč za každou oprávněnou reklamaci.</w:t>
      </w:r>
    </w:p>
    <w:p w:rsidR="00280022" w:rsidRPr="00853B5B" w:rsidRDefault="00655C3C" w:rsidP="00280022">
      <w:pPr>
        <w:pStyle w:val="Odstavec3"/>
      </w:pPr>
      <w:r w:rsidRPr="00853B5B">
        <w:t xml:space="preserve">Pokud Zhotovitel poruší své povinnosti, jak je uvedeno v předchozích dvou odstavcích a v reklamaci je vada Objednatelem oprávněně označena za vadu bránící řádnému užívání Díla, </w:t>
      </w:r>
      <w:r w:rsidRPr="00853B5B">
        <w:lastRenderedPageBreak/>
        <w:t>nebo že v důsledku vady hrozí Havárie, sjednávají obě Smluvní strany smluvní pokuty v dvojnásobné výši smluvních pokut uvedených v předchozích dvou odstavcích.</w:t>
      </w:r>
    </w:p>
    <w:p w:rsidR="00655C3C" w:rsidRPr="00E4334E" w:rsidRDefault="00655C3C" w:rsidP="00655C3C">
      <w:pPr>
        <w:pStyle w:val="Odstavec2"/>
      </w:pPr>
      <w:r w:rsidRPr="00E4334E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FE1A76" w:rsidRPr="00E4334E">
        <w:t>1.000</w:t>
      </w:r>
      <w:r w:rsidRPr="00E4334E">
        <w:t>,- Kč za každý jednotlivý případ porušení. Porušení bude zaznamenáno ve Stavebním deníku oprávněným Zástupcem Objednatele.</w:t>
      </w:r>
    </w:p>
    <w:p w:rsidR="00655C3C" w:rsidRPr="00E4334E" w:rsidRDefault="00655C3C" w:rsidP="00655C3C">
      <w:pPr>
        <w:pStyle w:val="Odstavec2"/>
      </w:pPr>
      <w:r w:rsidRPr="00E4334E">
        <w:t xml:space="preserve">Zhotovitel se zavazuje provést a dokončit přípravné práce na Díle a jiné nezbytné práce spojené s přípravou místa plnění nejpozději </w:t>
      </w:r>
      <w:r w:rsidR="00252ACF" w:rsidRPr="00E4334E">
        <w:t>1</w:t>
      </w:r>
      <w:r w:rsidRPr="00E4334E">
        <w:t xml:space="preserve"> d</w:t>
      </w:r>
      <w:r w:rsidR="00252ACF" w:rsidRPr="00E4334E">
        <w:t>e</w:t>
      </w:r>
      <w:r w:rsidRPr="00E4334E">
        <w:t xml:space="preserve">n před zahájením odstávky. V případě porušení této povinnosti je Objednatel oprávněn odvolat odstávku (tj. pokračovat v provozu) s tím, že Zhotovitel je povinen zaplatit Objednateli smluvní pokutu ve výši </w:t>
      </w:r>
      <w:r w:rsidR="00252ACF" w:rsidRPr="00E4334E">
        <w:t xml:space="preserve">1.000,- </w:t>
      </w:r>
      <w:r w:rsidRPr="00E4334E">
        <w:t>Kč.</w:t>
      </w:r>
    </w:p>
    <w:p w:rsidR="00655C3C" w:rsidRPr="00E4334E" w:rsidRDefault="00655C3C" w:rsidP="00655C3C">
      <w:pPr>
        <w:pStyle w:val="Odstavec2"/>
      </w:pPr>
      <w:r w:rsidRPr="00E4334E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252ACF" w:rsidRPr="00E4334E">
        <w:t xml:space="preserve">90.000,- </w:t>
      </w:r>
      <w:r w:rsidRPr="00E4334E">
        <w:t xml:space="preserve">Kč/den.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E4334E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  <w:r w:rsidR="00321F7F" w:rsidRPr="00321F7F">
        <w:t xml:space="preserve"> </w:t>
      </w:r>
      <w:r w:rsidR="00321F7F"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A71F00" w:rsidRPr="00A71F00" w:rsidRDefault="00BC323C" w:rsidP="00A71F00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 w:rsidR="00AB4510">
        <w:t>S</w:t>
      </w:r>
      <w:r w:rsidRPr="00BC323C">
        <w:t xml:space="preserve">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</w:t>
      </w:r>
      <w:r w:rsidR="00AB4510">
        <w:t>S</w:t>
      </w:r>
      <w:r w:rsidRPr="00BC323C">
        <w:t xml:space="preserve">mluvních stran včetně jejích zaměstnanců podle platných právních předpisů. Příslušná </w:t>
      </w:r>
      <w:r w:rsidR="00AB4510"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 w:rsidR="00AB4510">
        <w:t>S</w:t>
      </w:r>
      <w:r w:rsidRPr="00BC323C">
        <w:t>mlouvy. Etický kodex ČEPRO, a.s. je uveřejněn na adrese</w:t>
      </w:r>
      <w:r w:rsidR="003434E9">
        <w:t xml:space="preserve"> </w:t>
      </w:r>
      <w:hyperlink r:id="rId9" w:history="1">
        <w:r w:rsidR="00A71F00" w:rsidRPr="00A71F00">
          <w:rPr>
            <w:rStyle w:val="Hypertextovodkaz"/>
          </w:rPr>
          <w:t>https://www.ceproas.cz/public/data/eticky_kodex-final.pdf</w:t>
        </w:r>
      </w:hyperlink>
    </w:p>
    <w:p w:rsidR="00621C7C" w:rsidRDefault="00BC323C" w:rsidP="00A71F00">
      <w:pPr>
        <w:pStyle w:val="Odstavec3"/>
      </w:pPr>
      <w:r w:rsidRPr="00BC323C">
        <w:t xml:space="preserve"> 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 w:rsidR="00AB4510">
        <w:t>S</w:t>
      </w:r>
      <w:r w:rsidRPr="00BC323C">
        <w:t xml:space="preserve">mluvní strana povinna neprodleně oznámit druhé </w:t>
      </w:r>
      <w:r w:rsidR="00AB4510">
        <w:t>S</w:t>
      </w:r>
      <w:r w:rsidRPr="00BC323C">
        <w:t>mluvní straně bez ohledu a nad rámec splnění případné zákonné oznamovací povinnosti.</w:t>
      </w:r>
    </w:p>
    <w:p w:rsidR="00621C7C" w:rsidRPr="00621C7C" w:rsidRDefault="00BC323C" w:rsidP="00BC323C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0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 w:rsidR="00621C7C">
        <w:t xml:space="preserve">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 w:rsidR="00AB4510">
        <w:t xml:space="preserve">v platném znění, </w:t>
      </w:r>
      <w:r w:rsidRPr="00D17CE0">
        <w:t>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</w:t>
      </w:r>
      <w:r w:rsidR="002525FB">
        <w:lastRenderedPageBreak/>
        <w:t xml:space="preserve">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AB4510" w:rsidRDefault="00AB4510" w:rsidP="00AB451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AB4510" w:rsidRDefault="00AB4510" w:rsidP="00AB451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AB4510" w:rsidRPr="002E0183" w:rsidRDefault="00AB4510" w:rsidP="00AB4510">
      <w:pPr>
        <w:pStyle w:val="Odstavec2"/>
      </w:pPr>
      <w:r>
        <w:t>Tato Smlouva není převoditelná rubopisem.</w:t>
      </w:r>
    </w:p>
    <w:p w:rsidR="00BA59A8" w:rsidRPr="002E0183" w:rsidRDefault="00BA59A8" w:rsidP="00BA59A8">
      <w:pPr>
        <w:pStyle w:val="Odstavec2"/>
      </w:pPr>
      <w:r w:rsidRPr="002E0183">
        <w:t xml:space="preserve">Tato Smlouva byla </w:t>
      </w:r>
      <w:r w:rsidR="00AB4510">
        <w:t>S</w:t>
      </w:r>
      <w:r w:rsidRPr="002E0183">
        <w:t xml:space="preserve">mluvními stranami podepsána ve čtyřech vyhotoveních, z nichž každá ze </w:t>
      </w:r>
      <w:r w:rsidR="00AB4510"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Pr="002E0183" w:rsidRDefault="00BA59A8" w:rsidP="00BA59A8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 w:rsidR="00AB4510">
        <w:t>S</w:t>
      </w:r>
      <w:r w:rsidRPr="002E0183">
        <w:t>mluvními stranami</w:t>
      </w:r>
      <w:r w:rsidR="002E0183" w:rsidRPr="002E0183">
        <w:t>.</w:t>
      </w:r>
    </w:p>
    <w:p w:rsidR="001265C5" w:rsidRPr="002E0183" w:rsidRDefault="001265C5" w:rsidP="001265C5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AB4510">
      <w:pPr>
        <w:pStyle w:val="Odstavec3"/>
        <w:numPr>
          <w:ilvl w:val="2"/>
          <w:numId w:val="4"/>
        </w:numPr>
      </w:pPr>
      <w:r>
        <w:t>VOP jsou uveřejněna na adrese</w:t>
      </w:r>
      <w:r w:rsidR="003A4FB3">
        <w:t xml:space="preserve"> </w:t>
      </w:r>
      <w:hyperlink r:id="rId11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  <w:r w:rsidR="00AB4510">
        <w:t xml:space="preserve"> Smluvní strany sjednávají, že čl. VOP 6.3 a 6.7 se na vztah Smluvních stran založený touto Smlouvou neuplatní.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2" w:name="_GoBack"/>
      <w:bookmarkEnd w:id="2"/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2"/>
      <w:footerReference w:type="default" r:id="rId13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3C" w:rsidRDefault="0003013C">
      <w:r>
        <w:separator/>
      </w:r>
    </w:p>
  </w:endnote>
  <w:endnote w:type="continuationSeparator" w:id="0">
    <w:p w:rsidR="0003013C" w:rsidRDefault="0003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B90E715" wp14:editId="00FE12E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</w:t>
    </w:r>
    <w:r w:rsidR="00971796">
      <w:t>8</w:t>
    </w:r>
    <w:r>
      <w:t xml:space="preserve"> </w:t>
    </w:r>
    <w:r w:rsidR="00971796">
      <w:t>22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7E4B5D">
      <w:rPr>
        <w:rStyle w:val="slostrnky"/>
        <w:noProof/>
      </w:rPr>
      <w:t>7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7E4B5D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3C" w:rsidRDefault="0003013C">
      <w:r>
        <w:separator/>
      </w:r>
    </w:p>
  </w:footnote>
  <w:footnote w:type="continuationSeparator" w:id="0">
    <w:p w:rsidR="0003013C" w:rsidRDefault="0003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9502D77"/>
    <w:multiLevelType w:val="multilevel"/>
    <w:tmpl w:val="CF72E7D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6D62260A"/>
    <w:multiLevelType w:val="multilevel"/>
    <w:tmpl w:val="F7AAC7C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9C724F2"/>
    <w:multiLevelType w:val="multilevel"/>
    <w:tmpl w:val="024ED0B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3"/>
  </w:num>
  <w:num w:numId="5">
    <w:abstractNumId w:val="13"/>
  </w:num>
  <w:num w:numId="6">
    <w:abstractNumId w:val="13"/>
  </w:num>
  <w:num w:numId="7">
    <w:abstractNumId w:val="7"/>
  </w:num>
  <w:num w:numId="8">
    <w:abstractNumId w:val="17"/>
  </w:num>
  <w:num w:numId="9">
    <w:abstractNumId w:val="13"/>
  </w:num>
  <w:num w:numId="10">
    <w:abstractNumId w:val="13"/>
  </w:num>
  <w:num w:numId="11">
    <w:abstractNumId w:val="13"/>
  </w:num>
  <w:num w:numId="12">
    <w:abstractNumId w:val="7"/>
  </w:num>
  <w:num w:numId="13">
    <w:abstractNumId w:val="13"/>
  </w:num>
  <w:num w:numId="14">
    <w:abstractNumId w:val="10"/>
  </w:num>
  <w:num w:numId="15">
    <w:abstractNumId w:val="10"/>
  </w:num>
  <w:num w:numId="16">
    <w:abstractNumId w:val="13"/>
  </w:num>
  <w:num w:numId="17">
    <w:abstractNumId w:val="13"/>
  </w:num>
  <w:num w:numId="18">
    <w:abstractNumId w:val="13"/>
  </w:num>
  <w:num w:numId="19">
    <w:abstractNumId w:val="7"/>
  </w:num>
  <w:num w:numId="20">
    <w:abstractNumId w:val="13"/>
  </w:num>
  <w:num w:numId="21">
    <w:abstractNumId w:val="18"/>
  </w:num>
  <w:num w:numId="22">
    <w:abstractNumId w:val="3"/>
  </w:num>
  <w:num w:numId="23">
    <w:abstractNumId w:val="4"/>
  </w:num>
  <w:num w:numId="24">
    <w:abstractNumId w:val="13"/>
  </w:num>
  <w:num w:numId="25">
    <w:abstractNumId w:val="5"/>
  </w:num>
  <w:num w:numId="26">
    <w:abstractNumId w:val="8"/>
  </w:num>
  <w:num w:numId="27">
    <w:abstractNumId w:val="0"/>
  </w:num>
  <w:num w:numId="28">
    <w:abstractNumId w:val="15"/>
  </w:num>
  <w:num w:numId="29">
    <w:abstractNumId w:val="11"/>
  </w:num>
  <w:num w:numId="30">
    <w:abstractNumId w:val="6"/>
  </w:num>
  <w:num w:numId="31">
    <w:abstractNumId w:val="19"/>
  </w:num>
  <w:num w:numId="32">
    <w:abstractNumId w:val="2"/>
  </w:num>
  <w:num w:numId="33">
    <w:abstractNumId w:val="9"/>
  </w:num>
  <w:num w:numId="34">
    <w:abstractNumId w:val="1"/>
  </w:num>
  <w:num w:numId="35">
    <w:abstractNumId w:val="14"/>
  </w:num>
  <w:num w:numId="36">
    <w:abstractNumId w:val="16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1C"/>
    <w:rsid w:val="0000058B"/>
    <w:rsid w:val="00000D10"/>
    <w:rsid w:val="00002C34"/>
    <w:rsid w:val="0003013C"/>
    <w:rsid w:val="00051858"/>
    <w:rsid w:val="0007144A"/>
    <w:rsid w:val="0009376E"/>
    <w:rsid w:val="000C04EF"/>
    <w:rsid w:val="000C196E"/>
    <w:rsid w:val="000D19D8"/>
    <w:rsid w:val="000E1BB2"/>
    <w:rsid w:val="000E5FC1"/>
    <w:rsid w:val="001265C5"/>
    <w:rsid w:val="00164653"/>
    <w:rsid w:val="00190B6E"/>
    <w:rsid w:val="00191434"/>
    <w:rsid w:val="001D03FC"/>
    <w:rsid w:val="001E406E"/>
    <w:rsid w:val="001F325E"/>
    <w:rsid w:val="001F4ACF"/>
    <w:rsid w:val="00204984"/>
    <w:rsid w:val="0021315A"/>
    <w:rsid w:val="00216448"/>
    <w:rsid w:val="00220C26"/>
    <w:rsid w:val="00225234"/>
    <w:rsid w:val="00245CA9"/>
    <w:rsid w:val="0025188A"/>
    <w:rsid w:val="002525FB"/>
    <w:rsid w:val="00252ACF"/>
    <w:rsid w:val="00280022"/>
    <w:rsid w:val="002A5DC3"/>
    <w:rsid w:val="002E0183"/>
    <w:rsid w:val="002E16FB"/>
    <w:rsid w:val="002E31F5"/>
    <w:rsid w:val="002F1B3A"/>
    <w:rsid w:val="002F6183"/>
    <w:rsid w:val="00316F94"/>
    <w:rsid w:val="0031724E"/>
    <w:rsid w:val="00321F7F"/>
    <w:rsid w:val="00322CE2"/>
    <w:rsid w:val="0032713B"/>
    <w:rsid w:val="003434E9"/>
    <w:rsid w:val="00363594"/>
    <w:rsid w:val="003A4FB3"/>
    <w:rsid w:val="003B1BF5"/>
    <w:rsid w:val="003B5D78"/>
    <w:rsid w:val="003C02F7"/>
    <w:rsid w:val="003C6E40"/>
    <w:rsid w:val="003E74EF"/>
    <w:rsid w:val="003F629A"/>
    <w:rsid w:val="00435D9F"/>
    <w:rsid w:val="0045184E"/>
    <w:rsid w:val="00453544"/>
    <w:rsid w:val="004812B9"/>
    <w:rsid w:val="0048481F"/>
    <w:rsid w:val="00485218"/>
    <w:rsid w:val="00492F27"/>
    <w:rsid w:val="00494CA6"/>
    <w:rsid w:val="004B673A"/>
    <w:rsid w:val="004F5000"/>
    <w:rsid w:val="005103A8"/>
    <w:rsid w:val="00521FE0"/>
    <w:rsid w:val="0055053D"/>
    <w:rsid w:val="00552007"/>
    <w:rsid w:val="005555DE"/>
    <w:rsid w:val="005C5D01"/>
    <w:rsid w:val="005D1C50"/>
    <w:rsid w:val="00621C7C"/>
    <w:rsid w:val="00635D66"/>
    <w:rsid w:val="006406D3"/>
    <w:rsid w:val="006504BC"/>
    <w:rsid w:val="00655C3C"/>
    <w:rsid w:val="00657BC6"/>
    <w:rsid w:val="00675078"/>
    <w:rsid w:val="006767D5"/>
    <w:rsid w:val="006857A4"/>
    <w:rsid w:val="006908F8"/>
    <w:rsid w:val="006A0DA8"/>
    <w:rsid w:val="006C2538"/>
    <w:rsid w:val="006C6F94"/>
    <w:rsid w:val="006F2ABC"/>
    <w:rsid w:val="006F5596"/>
    <w:rsid w:val="007116A8"/>
    <w:rsid w:val="00721C8A"/>
    <w:rsid w:val="00776442"/>
    <w:rsid w:val="007871E2"/>
    <w:rsid w:val="00790973"/>
    <w:rsid w:val="007A32CC"/>
    <w:rsid w:val="007B0C02"/>
    <w:rsid w:val="007B1761"/>
    <w:rsid w:val="007E4B5D"/>
    <w:rsid w:val="007F3FC6"/>
    <w:rsid w:val="007F6EA2"/>
    <w:rsid w:val="0080078B"/>
    <w:rsid w:val="00801896"/>
    <w:rsid w:val="00805658"/>
    <w:rsid w:val="0081118E"/>
    <w:rsid w:val="0081158F"/>
    <w:rsid w:val="00846151"/>
    <w:rsid w:val="00847822"/>
    <w:rsid w:val="00853B5B"/>
    <w:rsid w:val="00861A29"/>
    <w:rsid w:val="008873F7"/>
    <w:rsid w:val="00896206"/>
    <w:rsid w:val="008A5C94"/>
    <w:rsid w:val="008C060C"/>
    <w:rsid w:val="008C2667"/>
    <w:rsid w:val="008F48B5"/>
    <w:rsid w:val="0096655D"/>
    <w:rsid w:val="0096710E"/>
    <w:rsid w:val="00971796"/>
    <w:rsid w:val="00986F82"/>
    <w:rsid w:val="00994DF4"/>
    <w:rsid w:val="009A0F9B"/>
    <w:rsid w:val="009A2F72"/>
    <w:rsid w:val="009C0B2F"/>
    <w:rsid w:val="009C52C9"/>
    <w:rsid w:val="009C6A0D"/>
    <w:rsid w:val="009E058F"/>
    <w:rsid w:val="009F2F27"/>
    <w:rsid w:val="00A10E53"/>
    <w:rsid w:val="00A52642"/>
    <w:rsid w:val="00A71F00"/>
    <w:rsid w:val="00AA14FA"/>
    <w:rsid w:val="00AB4510"/>
    <w:rsid w:val="00AC3E08"/>
    <w:rsid w:val="00AD47E0"/>
    <w:rsid w:val="00AE3CC7"/>
    <w:rsid w:val="00AF0A11"/>
    <w:rsid w:val="00AF68B0"/>
    <w:rsid w:val="00B06488"/>
    <w:rsid w:val="00B20BE0"/>
    <w:rsid w:val="00B24EF6"/>
    <w:rsid w:val="00B35620"/>
    <w:rsid w:val="00B42380"/>
    <w:rsid w:val="00B42EB0"/>
    <w:rsid w:val="00B706D1"/>
    <w:rsid w:val="00B91A0E"/>
    <w:rsid w:val="00B96459"/>
    <w:rsid w:val="00BA556D"/>
    <w:rsid w:val="00BA59A8"/>
    <w:rsid w:val="00BC323C"/>
    <w:rsid w:val="00BD56AD"/>
    <w:rsid w:val="00BE18A9"/>
    <w:rsid w:val="00BE2E82"/>
    <w:rsid w:val="00BE46AB"/>
    <w:rsid w:val="00C002C5"/>
    <w:rsid w:val="00C074A2"/>
    <w:rsid w:val="00C26A24"/>
    <w:rsid w:val="00C30D59"/>
    <w:rsid w:val="00C43689"/>
    <w:rsid w:val="00C556F1"/>
    <w:rsid w:val="00C82377"/>
    <w:rsid w:val="00C9453D"/>
    <w:rsid w:val="00C96234"/>
    <w:rsid w:val="00C962BE"/>
    <w:rsid w:val="00CC601C"/>
    <w:rsid w:val="00CD1BFE"/>
    <w:rsid w:val="00CF18DD"/>
    <w:rsid w:val="00D03DD8"/>
    <w:rsid w:val="00D16993"/>
    <w:rsid w:val="00D17CE0"/>
    <w:rsid w:val="00D2021C"/>
    <w:rsid w:val="00D20394"/>
    <w:rsid w:val="00D310AA"/>
    <w:rsid w:val="00D60018"/>
    <w:rsid w:val="00D600AD"/>
    <w:rsid w:val="00D73933"/>
    <w:rsid w:val="00D95207"/>
    <w:rsid w:val="00DD43D3"/>
    <w:rsid w:val="00DD57F1"/>
    <w:rsid w:val="00DD6392"/>
    <w:rsid w:val="00E00091"/>
    <w:rsid w:val="00E26075"/>
    <w:rsid w:val="00E322F9"/>
    <w:rsid w:val="00E4334E"/>
    <w:rsid w:val="00E55396"/>
    <w:rsid w:val="00E66C0B"/>
    <w:rsid w:val="00E76F6D"/>
    <w:rsid w:val="00E82850"/>
    <w:rsid w:val="00E852B7"/>
    <w:rsid w:val="00EA0733"/>
    <w:rsid w:val="00F27CC1"/>
    <w:rsid w:val="00F70133"/>
    <w:rsid w:val="00F86546"/>
    <w:rsid w:val="00F91522"/>
    <w:rsid w:val="00FC188C"/>
    <w:rsid w:val="00FD32A8"/>
    <w:rsid w:val="00FE1A76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public/data/VOP-M-2013-10-14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proas.cz/vyberova-rizen&#237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proas.cz/public/data/eticky_kodex-final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ata%20aplikac&#237;\Microsoft\&#352;ablony\Smlouvy\SOD%20M%202014%2008%2022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 M 2014 08 22</Template>
  <TotalTime>36</TotalTime>
  <Pages>7</Pages>
  <Words>3087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8</cp:revision>
  <cp:lastPrinted>2015-08-03T04:26:00Z</cp:lastPrinted>
  <dcterms:created xsi:type="dcterms:W3CDTF">2015-07-23T13:01:00Z</dcterms:created>
  <dcterms:modified xsi:type="dcterms:W3CDTF">2015-08-04T04:37:00Z</dcterms:modified>
</cp:coreProperties>
</file>